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bookmarkStart w:id="0" w:name="_GoBack"/>
      <w:bookmarkEnd w:id="0"/>
      <w:r w:rsidRPr="00A64DF2">
        <w:rPr>
          <w:rFonts w:cs="Arial"/>
          <w:b/>
          <w:bCs/>
          <w:sz w:val="24"/>
          <w:szCs w:val="24"/>
        </w:rPr>
        <w:t>Op verzoek van de ouder(s)/verzorger(s) verklaart ondergetekende, orthopedagoog van: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Naam school </w:t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  <w:t xml:space="preserve">: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Adres </w:t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Postcode en plaats </w:t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A841CA" w:rsidRPr="00A64DF2" w:rsidRDefault="00A841CA" w:rsidP="00A841CA">
      <w:pPr>
        <w:pStyle w:val="Geenafstand"/>
        <w:rPr>
          <w:rFonts w:cs="Arial"/>
          <w:b/>
          <w:bCs/>
          <w:sz w:val="24"/>
          <w:szCs w:val="24"/>
        </w:rPr>
      </w:pPr>
      <w:r w:rsidRPr="00A64DF2">
        <w:rPr>
          <w:rFonts w:cs="Arial"/>
          <w:b/>
          <w:bCs/>
          <w:sz w:val="24"/>
          <w:szCs w:val="24"/>
        </w:rPr>
        <w:t xml:space="preserve">Dat,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Naam van de leerling</w:t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op deze school als leerling ingeschreven staat en het volgende type onderwijs volgt: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basisonderwijs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speciale school voor basisonderwijs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speciaal onderwijs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A841CA" w:rsidRPr="00A64DF2">
        <w:rPr>
          <w:rFonts w:cs="Arial"/>
          <w:sz w:val="24"/>
          <w:szCs w:val="24"/>
        </w:rPr>
        <w:t xml:space="preserve"> voortgezet speciaal onderwijs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voortgezet onderwijs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en deze heeft broers/zussen op dezelfde school? </w:t>
      </w:r>
      <w:r w:rsidR="00F80627" w:rsidRPr="00A64DF2">
        <w:rPr>
          <w:rFonts w:cs="Arial"/>
          <w:sz w:val="24"/>
          <w:szCs w:val="24"/>
        </w:rPr>
        <w:t>Ja/</w:t>
      </w:r>
      <w:r w:rsidRPr="00A64DF2">
        <w:rPr>
          <w:rFonts w:cs="Arial"/>
          <w:sz w:val="24"/>
          <w:szCs w:val="24"/>
        </w:rPr>
        <w:t xml:space="preserve"> Nee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Zo ja: Naam/namen en </w:t>
      </w:r>
      <w:r w:rsidR="00F80627" w:rsidRPr="00A64DF2">
        <w:rPr>
          <w:rFonts w:cs="Arial"/>
          <w:sz w:val="24"/>
          <w:szCs w:val="24"/>
        </w:rPr>
        <w:t>geboortedatum</w:t>
      </w:r>
      <w:r w:rsidRPr="00A64DF2">
        <w:rPr>
          <w:rFonts w:cs="Arial"/>
          <w:sz w:val="24"/>
          <w:szCs w:val="24"/>
        </w:rPr>
        <w:t xml:space="preserve">: </w:t>
      </w:r>
    </w:p>
    <w:p w:rsidR="00A841CA" w:rsidRPr="00A64DF2" w:rsidRDefault="00A841CA" w:rsidP="00A841CA">
      <w:pPr>
        <w:pStyle w:val="Geenafstand"/>
        <w:numPr>
          <w:ilvl w:val="0"/>
          <w:numId w:val="2"/>
        </w:numPr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.</w:t>
      </w:r>
    </w:p>
    <w:p w:rsidR="00A841CA" w:rsidRPr="00A64DF2" w:rsidRDefault="00A841CA" w:rsidP="00A841CA">
      <w:pPr>
        <w:pStyle w:val="Geenafstand"/>
        <w:numPr>
          <w:ilvl w:val="0"/>
          <w:numId w:val="2"/>
        </w:numPr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.</w:t>
      </w:r>
    </w:p>
    <w:p w:rsidR="00A841CA" w:rsidRPr="00A64DF2" w:rsidRDefault="00A841CA" w:rsidP="00A841CA">
      <w:pPr>
        <w:pStyle w:val="Geenafstand"/>
        <w:numPr>
          <w:ilvl w:val="0"/>
          <w:numId w:val="2"/>
        </w:numPr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.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 xml:space="preserve">Naam orthopedagoog: 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Datum</w:t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Plaats</w:t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sz w:val="24"/>
          <w:szCs w:val="24"/>
        </w:rPr>
        <w:t>Handtekening</w:t>
      </w:r>
      <w:r w:rsidRPr="00A64DF2">
        <w:rPr>
          <w:rFonts w:cs="Arial"/>
          <w:sz w:val="24"/>
          <w:szCs w:val="24"/>
        </w:rPr>
        <w:tab/>
      </w:r>
      <w:r w:rsidRPr="00A64DF2">
        <w:rPr>
          <w:rFonts w:cs="Arial"/>
          <w:sz w:val="24"/>
          <w:szCs w:val="24"/>
        </w:rPr>
        <w:tab/>
        <w:t>: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b/>
          <w:bCs/>
          <w:sz w:val="24"/>
          <w:szCs w:val="24"/>
        </w:rPr>
        <w:t xml:space="preserve">Vervoersadvies met betrekking tot de reismogelijkheden van de leerling: </w:t>
      </w:r>
      <w:r w:rsidR="00521A72">
        <w:rPr>
          <w:rFonts w:cs="Arial"/>
          <w:b/>
          <w:bCs/>
          <w:sz w:val="24"/>
          <w:szCs w:val="24"/>
        </w:rPr>
        <w:br/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de leerling is in staat om </w:t>
      </w:r>
      <w:r w:rsidR="00A841CA" w:rsidRPr="00A64DF2">
        <w:rPr>
          <w:rFonts w:cs="Arial"/>
          <w:b/>
          <w:bCs/>
          <w:sz w:val="24"/>
          <w:szCs w:val="24"/>
        </w:rPr>
        <w:t xml:space="preserve">zelfstandig </w:t>
      </w:r>
      <w:r w:rsidR="00A841CA" w:rsidRPr="00A64DF2">
        <w:rPr>
          <w:rFonts w:cs="Arial"/>
          <w:sz w:val="24"/>
          <w:szCs w:val="24"/>
        </w:rPr>
        <w:t xml:space="preserve">per fiets of openbaar vervoer te reizen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de leerling is in staat – </w:t>
      </w:r>
      <w:r w:rsidR="00A841CA" w:rsidRPr="00A64DF2">
        <w:rPr>
          <w:rFonts w:cs="Arial"/>
          <w:b/>
          <w:bCs/>
          <w:sz w:val="24"/>
          <w:szCs w:val="24"/>
        </w:rPr>
        <w:t xml:space="preserve">mits er begeleiding aanwezig is </w:t>
      </w:r>
      <w:r w:rsidR="00A841CA" w:rsidRPr="00A64DF2">
        <w:rPr>
          <w:rFonts w:cs="Arial"/>
          <w:sz w:val="24"/>
          <w:szCs w:val="24"/>
        </w:rPr>
        <w:t xml:space="preserve">– per fiets of openbaar vervoer te reizen. S.v.p. een </w:t>
      </w:r>
      <w:r w:rsidR="00A841CA" w:rsidRPr="00A64DF2">
        <w:rPr>
          <w:rFonts w:cs="Arial"/>
          <w:b/>
          <w:bCs/>
          <w:sz w:val="24"/>
          <w:szCs w:val="24"/>
        </w:rPr>
        <w:t xml:space="preserve">gemotiveerde verklaring bijvoegen </w:t>
      </w:r>
    </w:p>
    <w:p w:rsidR="00A841CA" w:rsidRPr="00A64DF2" w:rsidRDefault="00521A72" w:rsidP="00A841CA">
      <w:pPr>
        <w:pStyle w:val="Geenafsta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 </w:t>
      </w:r>
      <w:r w:rsidR="00A841CA" w:rsidRPr="00A64DF2">
        <w:rPr>
          <w:rFonts w:cs="Arial"/>
          <w:sz w:val="24"/>
          <w:szCs w:val="24"/>
        </w:rPr>
        <w:t xml:space="preserve">de leerling is gezien zijn lichamelijke, zintuiglijke en/of verstandelijke handicap – </w:t>
      </w:r>
      <w:r w:rsidR="00A841CA" w:rsidRPr="00A64DF2">
        <w:rPr>
          <w:rFonts w:cs="Arial"/>
          <w:b/>
          <w:bCs/>
          <w:sz w:val="24"/>
          <w:szCs w:val="24"/>
        </w:rPr>
        <w:t xml:space="preserve">zelfs indien begeleiding aanwezig is – niet in staat per fiets of openbaar vervoer </w:t>
      </w:r>
      <w:r w:rsidR="00A841CA" w:rsidRPr="00A64DF2">
        <w:rPr>
          <w:rFonts w:cs="Arial"/>
          <w:sz w:val="24"/>
          <w:szCs w:val="24"/>
        </w:rPr>
        <w:t xml:space="preserve">te reizen. S.v.p. een </w:t>
      </w:r>
      <w:r w:rsidR="00A841CA" w:rsidRPr="00A64DF2">
        <w:rPr>
          <w:rFonts w:cs="Arial"/>
          <w:b/>
          <w:bCs/>
          <w:sz w:val="24"/>
          <w:szCs w:val="24"/>
        </w:rPr>
        <w:t xml:space="preserve">gemotiveerde verklaring bijvoegen </w:t>
      </w:r>
    </w:p>
    <w:p w:rsidR="00A841CA" w:rsidRPr="00A64DF2" w:rsidRDefault="00A841CA" w:rsidP="00A841CA">
      <w:pPr>
        <w:pStyle w:val="Geenafstand"/>
        <w:rPr>
          <w:rFonts w:cs="Arial"/>
          <w:sz w:val="24"/>
          <w:szCs w:val="24"/>
        </w:rPr>
      </w:pPr>
    </w:p>
    <w:p w:rsidR="002B66A6" w:rsidRPr="00A64DF2" w:rsidRDefault="002B66A6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353060</wp:posOffset>
                </wp:positionV>
                <wp:extent cx="5743575" cy="4968240"/>
                <wp:effectExtent l="0" t="0" r="28575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496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A72" w:rsidRDefault="00521A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05pt;margin-top:27.8pt;width:452.25pt;height:391.2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">
                <v:textbox>
                  <w:txbxContent>
                    <w:p w:rsidR="00521A72" w:rsidRDefault="00521A72"/>
                  </w:txbxContent>
                </v:textbox>
                <w10:wrap type="square" anchorx="margin"/>
              </v:shape>
            </w:pict>
          </mc:Fallback>
        </mc:AlternateContent>
      </w:r>
      <w:r w:rsidR="00A841CA" w:rsidRPr="00A64DF2">
        <w:rPr>
          <w:rFonts w:cs="Arial"/>
          <w:sz w:val="24"/>
          <w:szCs w:val="24"/>
        </w:rPr>
        <w:t>Gemotiveerde verklaring</w:t>
      </w:r>
      <w:r w:rsidRPr="00A64DF2">
        <w:rPr>
          <w:rFonts w:cs="Arial"/>
          <w:sz w:val="24"/>
          <w:szCs w:val="24"/>
        </w:rPr>
        <w:t xml:space="preserve"> (graag in dit document verder typen i.p.v. schrijven)</w:t>
      </w:r>
      <w:r w:rsidR="00A841CA" w:rsidRPr="00A64DF2">
        <w:rPr>
          <w:rFonts w:cs="Arial"/>
          <w:sz w:val="24"/>
          <w:szCs w:val="24"/>
        </w:rPr>
        <w:t xml:space="preserve">: </w:t>
      </w:r>
    </w:p>
    <w:p w:rsidR="002B66A6" w:rsidRPr="00A64DF2" w:rsidRDefault="002B66A6" w:rsidP="00A841CA">
      <w:pPr>
        <w:pStyle w:val="Geenafstand"/>
        <w:rPr>
          <w:rFonts w:cs="Arial"/>
          <w:sz w:val="24"/>
          <w:szCs w:val="24"/>
        </w:rPr>
      </w:pPr>
      <w:r w:rsidRPr="00A64DF2"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328930</wp:posOffset>
                </wp:positionV>
                <wp:extent cx="5743575" cy="8534400"/>
                <wp:effectExtent l="0" t="0" r="28575" b="1905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853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A72" w:rsidRDefault="00521A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35pt;margin-top:25.9pt;width:452.25pt;height:67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">
                <v:textbox>
                  <w:txbxContent>
                    <w:p w:rsidR="00521A72" w:rsidRDefault="00521A72"/>
                  </w:txbxContent>
                </v:textbox>
                <w10:wrap type="square"/>
              </v:shape>
            </w:pict>
          </mc:Fallback>
        </mc:AlternateContent>
      </w:r>
      <w:r w:rsidRPr="00A64DF2">
        <w:rPr>
          <w:rFonts w:cs="Arial"/>
          <w:sz w:val="24"/>
          <w:szCs w:val="24"/>
        </w:rPr>
        <w:t>Vervolg gemotiveerde verklaring:</w:t>
      </w:r>
    </w:p>
    <w:sectPr w:rsidR="002B66A6" w:rsidRPr="00A64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A72" w:rsidRDefault="00521A72" w:rsidP="002B66A6">
      <w:pPr>
        <w:spacing w:after="0" w:line="240" w:lineRule="auto"/>
      </w:pPr>
      <w:r>
        <w:separator/>
      </w:r>
    </w:p>
  </w:endnote>
  <w:endnote w:type="continuationSeparator" w:id="0">
    <w:p w:rsidR="00521A72" w:rsidRDefault="00521A72" w:rsidP="002B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78" w:rsidRDefault="009D057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78" w:rsidRDefault="009D057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78" w:rsidRDefault="009D057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A72" w:rsidRDefault="00521A72" w:rsidP="002B66A6">
      <w:pPr>
        <w:spacing w:after="0" w:line="240" w:lineRule="auto"/>
      </w:pPr>
      <w:r>
        <w:separator/>
      </w:r>
    </w:p>
  </w:footnote>
  <w:footnote w:type="continuationSeparator" w:id="0">
    <w:p w:rsidR="00521A72" w:rsidRDefault="00521A72" w:rsidP="002B6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78" w:rsidRDefault="009D057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A72" w:rsidRDefault="00521A72">
    <w:pPr>
      <w:pStyle w:val="Koptekst"/>
    </w:pPr>
    <w:r>
      <w:rPr>
        <w:noProof/>
        <w:color w:val="0000FF"/>
      </w:rPr>
      <w:drawing>
        <wp:inline distT="0" distB="0" distL="0" distR="0" wp14:anchorId="486B1EF7" wp14:editId="20AF7D52">
          <wp:extent cx="1162050" cy="635710"/>
          <wp:effectExtent l="0" t="0" r="0" b="0"/>
          <wp:docPr id="5" name="irc_mi" descr="Afbeeldingsresultaat voor logo gemeente Nijker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logo gemeente Nijkerk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456" cy="665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44"/>
        <w:szCs w:val="44"/>
      </w:rPr>
      <w:t>V</w:t>
    </w:r>
    <w:r w:rsidRPr="00A64DF2">
      <w:rPr>
        <w:sz w:val="44"/>
        <w:szCs w:val="44"/>
      </w:rPr>
      <w:t>erklaring 20</w:t>
    </w:r>
    <w:r w:rsidR="005053E0">
      <w:rPr>
        <w:sz w:val="44"/>
        <w:szCs w:val="44"/>
      </w:rPr>
      <w:t>20</w:t>
    </w:r>
    <w:r w:rsidRPr="00A64DF2">
      <w:rPr>
        <w:sz w:val="44"/>
        <w:szCs w:val="44"/>
      </w:rPr>
      <w:t>-20</w:t>
    </w:r>
    <w:r w:rsidR="005053E0">
      <w:rPr>
        <w:sz w:val="44"/>
        <w:szCs w:val="44"/>
      </w:rPr>
      <w:t>21</w:t>
    </w:r>
  </w:p>
  <w:p w:rsidR="00521A72" w:rsidRDefault="00521A7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78" w:rsidRDefault="009D057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B591E"/>
    <w:multiLevelType w:val="hybridMultilevel"/>
    <w:tmpl w:val="3A8A4874"/>
    <w:lvl w:ilvl="0" w:tplc="B23646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42791"/>
    <w:multiLevelType w:val="hybridMultilevel"/>
    <w:tmpl w:val="11B83A7E"/>
    <w:lvl w:ilvl="0" w:tplc="AC5821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CA"/>
    <w:rsid w:val="002B66A6"/>
    <w:rsid w:val="005053E0"/>
    <w:rsid w:val="00521A72"/>
    <w:rsid w:val="005B4B58"/>
    <w:rsid w:val="006E2839"/>
    <w:rsid w:val="00881000"/>
    <w:rsid w:val="009D0578"/>
    <w:rsid w:val="00A43FDA"/>
    <w:rsid w:val="00A64DF2"/>
    <w:rsid w:val="00A841CA"/>
    <w:rsid w:val="00BA0A64"/>
    <w:rsid w:val="00EF2CF6"/>
    <w:rsid w:val="00F02014"/>
    <w:rsid w:val="00F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E3F57-FB8D-4248-AB2B-D63083BA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A841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Geenafstand">
    <w:name w:val="No Spacing"/>
    <w:uiPriority w:val="1"/>
    <w:qFormat/>
    <w:rsid w:val="00A841C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2B6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66A6"/>
  </w:style>
  <w:style w:type="paragraph" w:styleId="Voettekst">
    <w:name w:val="footer"/>
    <w:basedOn w:val="Standaard"/>
    <w:link w:val="VoettekstChar"/>
    <w:uiPriority w:val="99"/>
    <w:unhideWhenUsed/>
    <w:rsid w:val="002B6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66A6"/>
  </w:style>
  <w:style w:type="paragraph" w:styleId="Ballontekst">
    <w:name w:val="Balloon Text"/>
    <w:basedOn w:val="Standaard"/>
    <w:link w:val="BallontekstChar"/>
    <w:uiPriority w:val="99"/>
    <w:semiHidden/>
    <w:unhideWhenUsed/>
    <w:rsid w:val="009D0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0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nl/url?sa=i&amp;rct=j&amp;q=&amp;esrc=s&amp;source=images&amp;cd=&amp;cad=rja&amp;uact=8&amp;ved=2ahUKEwjMp-2ywangAhUOYlAKHfCGDIMQjRx6BAgBEAU&amp;url=https://wijnijkerk.nl/gemeente-nijkerk-logo/&amp;psig=AOvVaw3trt1xrEVZwP9bF0qaisEk&amp;ust=154962505247697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BAFCD44B.dotm</Template>
  <TotalTime>0</TotalTime>
  <Pages>3</Pages>
  <Words>184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Woudstra - Harwig</dc:creator>
  <cp:keywords/>
  <dc:description/>
  <cp:lastModifiedBy>Christel Kerstens</cp:lastModifiedBy>
  <cp:revision>2</cp:revision>
  <dcterms:created xsi:type="dcterms:W3CDTF">2020-05-08T07:09:00Z</dcterms:created>
  <dcterms:modified xsi:type="dcterms:W3CDTF">2020-05-08T07:09:00Z</dcterms:modified>
</cp:coreProperties>
</file>